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1BB79AF1" w:rsidR="005C6DCE" w:rsidRPr="0080358B" w:rsidRDefault="00C037B0" w:rsidP="005C6DCE">
      <w:pPr>
        <w:spacing w:after="0"/>
        <w:jc w:val="right"/>
        <w:rPr>
          <w:sz w:val="22"/>
          <w:szCs w:val="18"/>
          <w:lang w:val="en-US"/>
        </w:rPr>
      </w:pPr>
      <w:r>
        <w:rPr>
          <w:sz w:val="22"/>
          <w:szCs w:val="18"/>
          <w:lang w:val="en-US"/>
        </w:rPr>
        <w:t>14/01/2026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C037B0"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565830D5" w:rsidR="006938F5" w:rsidRDefault="00C037B0" w:rsidP="006718D3">
            <w:pPr>
              <w:spacing w:after="0"/>
              <w:jc w:val="left"/>
            </w:pPr>
            <w:r>
              <w:t>DEFIS.B.2A</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58807D47" w:rsidR="006938F5" w:rsidRDefault="00C037B0" w:rsidP="006718D3">
            <w:pPr>
              <w:spacing w:after="0"/>
              <w:jc w:val="left"/>
            </w:pPr>
            <w:r>
              <w:t>368961</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0EEA5E0C" w:rsidR="4EEB584D" w:rsidRDefault="00C037B0" w:rsidP="14270372">
            <w:pPr>
              <w:spacing w:after="0"/>
              <w:jc w:val="left"/>
            </w:pPr>
            <w:r>
              <w:t>Q3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77CE5C3A" w:rsidR="006938F5" w:rsidRDefault="00C037B0"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389E3EB3" w:rsidR="3C2D33B5" w:rsidRDefault="00C037B0" w:rsidP="14270372">
            <w:pPr>
              <w:spacing w:after="0"/>
              <w:jc w:val="left"/>
            </w:pPr>
            <w:r>
              <w:t>Brussels</w:t>
            </w:r>
          </w:p>
          <w:p w14:paraId="6B7C1AA9" w14:textId="532994DB" w:rsidR="3C2D33B5" w:rsidRDefault="00C037B0" w:rsidP="14270372">
            <w:pPr>
              <w:spacing w:after="0"/>
              <w:jc w:val="left"/>
            </w:pPr>
            <w:r>
              <w:t>Bruxelles</w:t>
            </w:r>
          </w:p>
          <w:p w14:paraId="5C918E8F" w14:textId="2B54D55C" w:rsidR="3C2D33B5" w:rsidRDefault="00C037B0"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631383A0" w:rsidR="006938F5" w:rsidRDefault="00C037B0" w:rsidP="006718D3">
            <w:pPr>
              <w:spacing w:after="0"/>
              <w:jc w:val="left"/>
            </w:pPr>
            <w:r>
              <w:t>With allowances</w:t>
            </w:r>
          </w:p>
          <w:p w14:paraId="02E31856" w14:textId="75F57C7F" w:rsidR="006938F5" w:rsidRDefault="00C037B0" w:rsidP="006718D3">
            <w:pPr>
              <w:spacing w:after="0"/>
              <w:jc w:val="left"/>
            </w:pPr>
            <w:r>
              <w:t>Avec indemnités</w:t>
            </w:r>
          </w:p>
          <w:p w14:paraId="720FD450" w14:textId="14E6A2FA" w:rsidR="006938F5" w:rsidRDefault="00C037B0"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5FBC2294" w:rsidR="006938F5" w:rsidRDefault="00C037B0" w:rsidP="006718D3">
            <w:pPr>
              <w:spacing w:after="0"/>
              <w:jc w:val="left"/>
            </w:pPr>
            <w:r>
              <w:t>Member States</w:t>
            </w:r>
          </w:p>
          <w:p w14:paraId="2A7DF233" w14:textId="7C423D82" w:rsidR="006938F5" w:rsidRDefault="00C037B0" w:rsidP="006718D3">
            <w:pPr>
              <w:spacing w:after="0"/>
              <w:jc w:val="left"/>
            </w:pPr>
            <w:r>
              <w:t>États membres</w:t>
            </w:r>
          </w:p>
          <w:p w14:paraId="13C75E2E" w14:textId="4373137B" w:rsidR="006938F5" w:rsidRDefault="00C037B0"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325F35FA" w:rsidR="006938F5" w:rsidRDefault="00C037B0" w:rsidP="006718D3">
            <w:pPr>
              <w:spacing w:after="0"/>
              <w:jc w:val="left"/>
            </w:pPr>
            <w:r>
              <w:t>25/03/2026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74F3C3CF" w:rsidR="00A95A44" w:rsidRPr="00E61551" w:rsidRDefault="00C037B0" w:rsidP="00A95A44">
      <w:pPr>
        <w:spacing w:after="0"/>
        <w:jc w:val="right"/>
        <w:rPr>
          <w:sz w:val="22"/>
          <w:szCs w:val="18"/>
          <w:lang w:val="en-US"/>
        </w:rPr>
      </w:pPr>
      <w:r>
        <w:rPr>
          <w:sz w:val="22"/>
          <w:szCs w:val="18"/>
          <w:lang w:val="en-US"/>
        </w:rPr>
        <w:t>14/01/2026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4C014AE2" w14:textId="77777777" w:rsidR="00C037B0" w:rsidRDefault="00C037B0" w:rsidP="003C1977">
      <w:pPr>
        <w:spacing w:after="0"/>
      </w:pPr>
      <w:r>
        <w:t xml:space="preserve">The mission of DG DEFIS Directorate B - Defence Industrial Programmes - is to transform policy into action and deliver the EU's defence industrial policy agenda through fit-for-purpose programme design and effective implementation. The directorate manages the EU defence industrial programmes (the European Defence Fund (EDF), the Act in Support of Ammunition Production (ASAP), the European Defence Industry Reinforcement through common Procurement Act (EDIP), the European Defence Industry Programme (EDIP). The directorate also provides technical expertise for future programme design under the MFF 2028-2034. </w:t>
      </w:r>
    </w:p>
    <w:p w14:paraId="5FA5311A" w14:textId="77777777" w:rsidR="00C037B0" w:rsidRDefault="00C037B0" w:rsidP="003C1977">
      <w:pPr>
        <w:spacing w:after="0"/>
      </w:pPr>
      <w:r>
        <w:t>Unit DEFIS.B.2 manages the implementation of the defence industrial programmes, with a focus on defence technologies and industrial reinforcement. This includes emerging, enabling, and disruptive defence technologies addressing challenges that are relevant across several defence capability domains, such as materials, cyber, space. The Unit is responsible for the contribution agreement between the European Commission and the European Defence Agency (EDA) on indirect implementation of actions under the EDF.</w:t>
      </w:r>
    </w:p>
    <w:p w14:paraId="607F0224" w14:textId="77777777" w:rsidR="00C037B0" w:rsidRDefault="00C037B0" w:rsidP="003C1977">
      <w:pPr>
        <w:spacing w:after="0"/>
      </w:pPr>
      <w:r>
        <w:t>The Unit supports the roll-out of the implementation of the European Defence Industry Programme (EDIP) in close collaboration and in a flexible set-up with the other units of Directorate B.</w:t>
      </w:r>
    </w:p>
    <w:p w14:paraId="2444BC8A" w14:textId="0E07E8EA"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4D7A1E0A" w14:textId="77777777" w:rsidR="00C037B0" w:rsidRDefault="00C037B0" w:rsidP="003C1977">
      <w:pPr>
        <w:spacing w:after="0"/>
      </w:pPr>
      <w:r>
        <w:t>Policy Officer - Defence technologies</w:t>
      </w:r>
    </w:p>
    <w:p w14:paraId="1CC34044" w14:textId="77777777" w:rsidR="00C037B0" w:rsidRDefault="00C037B0" w:rsidP="003C1977">
      <w:pPr>
        <w:spacing w:after="0"/>
      </w:pPr>
      <w:r>
        <w:t>The seconded national expert will work under the supervision of a Commission official. Without prejudice to the principle of loyal cooperation between national / regional or local administrations and the Commission, he / she shall carry out his duties and conduct himself solely with the interests of the European Union in mind. The seconded national expert shall not represent the Commission with a view to entering into commitments, whether financial or otherwise, or negotiate on its behalf.</w:t>
      </w:r>
    </w:p>
    <w:p w14:paraId="78D7730C" w14:textId="77777777" w:rsidR="00C037B0" w:rsidRDefault="00C037B0" w:rsidP="003C1977">
      <w:pPr>
        <w:spacing w:after="0"/>
      </w:pPr>
      <w:r>
        <w:t xml:space="preserve">His/her task will be to contribute to the implementation of the European Defence Fund (EDF) and the new European Defence Industry Programme (EDIP). He/ she will need to maintain a high level of knowledge in one or more of the thematic areas of the EDF (notably information superiority and digital transformation) and/or in the EDIP action areas of common procurement and industrial reinforcement. </w:t>
      </w:r>
    </w:p>
    <w:p w14:paraId="6059475E" w14:textId="77777777" w:rsidR="00C037B0" w:rsidRDefault="00C037B0" w:rsidP="003C1977">
      <w:pPr>
        <w:spacing w:after="0"/>
      </w:pPr>
    </w:p>
    <w:p w14:paraId="7E88B018" w14:textId="77777777" w:rsidR="00C037B0" w:rsidRDefault="00C037B0" w:rsidP="003C1977">
      <w:pPr>
        <w:spacing w:after="0"/>
      </w:pPr>
      <w:r>
        <w:t>Tasks include:</w:t>
      </w:r>
    </w:p>
    <w:p w14:paraId="7723F8D8" w14:textId="77777777" w:rsidR="00C037B0" w:rsidRDefault="00C037B0" w:rsidP="003C1977">
      <w:pPr>
        <w:spacing w:after="0"/>
      </w:pPr>
    </w:p>
    <w:p w14:paraId="14E64E60" w14:textId="77777777" w:rsidR="00C037B0" w:rsidRDefault="00C037B0" w:rsidP="003C1977">
      <w:pPr>
        <w:spacing w:after="0"/>
      </w:pPr>
      <w:r>
        <w:t>•</w:t>
      </w:r>
      <w:r>
        <w:tab/>
        <w:t>Support in project management of collaborative R&amp;D projects funded by the EDF; notably related to defence technologies.</w:t>
      </w:r>
    </w:p>
    <w:p w14:paraId="1C50C25A" w14:textId="77777777" w:rsidR="00C037B0" w:rsidRDefault="00C037B0" w:rsidP="003C1977">
      <w:pPr>
        <w:spacing w:after="0"/>
      </w:pPr>
      <w:r>
        <w:t>•</w:t>
      </w:r>
      <w:r>
        <w:tab/>
        <w:t>Support to implementation of actions that will be funded under the European Defence Industry Programme (EDIP).</w:t>
      </w:r>
    </w:p>
    <w:p w14:paraId="713C15ED" w14:textId="77777777" w:rsidR="00C037B0" w:rsidRDefault="00C037B0" w:rsidP="003C1977">
      <w:pPr>
        <w:spacing w:after="0"/>
      </w:pPr>
      <w:r>
        <w:t>•</w:t>
      </w:r>
      <w:r>
        <w:tab/>
        <w:t>Prepare briefings, speeches, position papers, notes.</w:t>
      </w:r>
    </w:p>
    <w:p w14:paraId="4063267B" w14:textId="77777777" w:rsidR="00C037B0" w:rsidRDefault="00C037B0" w:rsidP="003C1977">
      <w:pPr>
        <w:spacing w:after="0"/>
      </w:pPr>
      <w:r>
        <w:t>•</w:t>
      </w:r>
      <w:r>
        <w:tab/>
        <w:t>Define topics and areas for future collaborative defence R&amp;D actions on defence technologies contribute to drafting annual work programmes for the European Defence Fund (EDF).</w:t>
      </w:r>
    </w:p>
    <w:p w14:paraId="77580976" w14:textId="77777777" w:rsidR="00C037B0" w:rsidRDefault="00C037B0" w:rsidP="003C1977">
      <w:pPr>
        <w:spacing w:after="0"/>
      </w:pPr>
      <w:r>
        <w:t>•</w:t>
      </w:r>
      <w:r>
        <w:tab/>
        <w:t>Contribute to policies aimed at improving the competitiveness, innovative capacity and resilience of European Defence technological industrial base.</w:t>
      </w:r>
    </w:p>
    <w:p w14:paraId="6DFE7C2E" w14:textId="77777777" w:rsidR="00C037B0" w:rsidRDefault="00C037B0" w:rsidP="003C1977">
      <w:pPr>
        <w:spacing w:after="0"/>
      </w:pPr>
      <w:r>
        <w:t>•</w:t>
      </w:r>
      <w:r>
        <w:tab/>
        <w:t>Present the DG policy and prepare meetings with Member States, third countries, industry and other external stakeholders.</w:t>
      </w:r>
    </w:p>
    <w:p w14:paraId="4FA38409" w14:textId="076FFB0B"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61A1CC73" w14:textId="77777777" w:rsidR="00C037B0" w:rsidRDefault="00C037B0" w:rsidP="00527473">
      <w:pPr>
        <w:spacing w:after="0"/>
        <w:jc w:val="left"/>
      </w:pPr>
      <w:r>
        <w:t xml:space="preserve">Diploma </w:t>
      </w:r>
    </w:p>
    <w:p w14:paraId="3E8CECC6" w14:textId="77777777" w:rsidR="00C037B0" w:rsidRDefault="00C037B0" w:rsidP="00527473">
      <w:pPr>
        <w:spacing w:after="0"/>
        <w:jc w:val="left"/>
      </w:pPr>
      <w:r>
        <w:t xml:space="preserve">- university degree or </w:t>
      </w:r>
    </w:p>
    <w:p w14:paraId="043074C2" w14:textId="77777777" w:rsidR="00C037B0" w:rsidRDefault="00C037B0" w:rsidP="00527473">
      <w:pPr>
        <w:spacing w:after="0"/>
        <w:jc w:val="left"/>
      </w:pPr>
      <w:r>
        <w:t>- professional training or professional experience of an equivalent level</w:t>
      </w:r>
    </w:p>
    <w:p w14:paraId="4AB22BA3" w14:textId="77777777" w:rsidR="00C037B0" w:rsidRDefault="00C037B0" w:rsidP="00527473">
      <w:pPr>
        <w:spacing w:after="0"/>
        <w:jc w:val="left"/>
      </w:pPr>
    </w:p>
    <w:p w14:paraId="44C678C2" w14:textId="77777777" w:rsidR="00C037B0" w:rsidRDefault="00C037B0" w:rsidP="00527473">
      <w:pPr>
        <w:spacing w:after="0"/>
        <w:jc w:val="left"/>
      </w:pPr>
    </w:p>
    <w:p w14:paraId="40B6A9E0" w14:textId="77777777" w:rsidR="00C037B0" w:rsidRDefault="00C037B0" w:rsidP="00527473">
      <w:pPr>
        <w:spacing w:after="0"/>
        <w:jc w:val="left"/>
      </w:pPr>
      <w:r>
        <w:t>Professional experience</w:t>
      </w:r>
    </w:p>
    <w:p w14:paraId="1DE737F8" w14:textId="77777777" w:rsidR="00C037B0" w:rsidRDefault="00C037B0" w:rsidP="00527473">
      <w:pPr>
        <w:spacing w:after="0"/>
        <w:jc w:val="left"/>
      </w:pPr>
    </w:p>
    <w:p w14:paraId="1B415E8F" w14:textId="77777777" w:rsidR="00C037B0" w:rsidRDefault="00C037B0" w:rsidP="00527473">
      <w:pPr>
        <w:spacing w:after="0"/>
        <w:jc w:val="left"/>
      </w:pPr>
      <w:r>
        <w:t>At least two years of tasks related to the one described above.</w:t>
      </w:r>
    </w:p>
    <w:p w14:paraId="5180F983" w14:textId="77777777" w:rsidR="00C037B0" w:rsidRDefault="00C037B0" w:rsidP="00527473">
      <w:pPr>
        <w:spacing w:after="0"/>
        <w:jc w:val="left"/>
      </w:pPr>
    </w:p>
    <w:p w14:paraId="4C215D06" w14:textId="77777777" w:rsidR="00C037B0" w:rsidRDefault="00C037B0" w:rsidP="00527473">
      <w:pPr>
        <w:spacing w:after="0"/>
        <w:jc w:val="left"/>
      </w:pPr>
      <w:r>
        <w:t>The post requires candidates to be in possession of a valid Personnel Security Clearance (PSC) at EU Secret level.</w:t>
      </w:r>
    </w:p>
    <w:p w14:paraId="42C6893E" w14:textId="77777777" w:rsidR="00C037B0" w:rsidRDefault="00C037B0" w:rsidP="00527473">
      <w:pPr>
        <w:spacing w:after="0"/>
        <w:jc w:val="left"/>
      </w:pPr>
    </w:p>
    <w:p w14:paraId="7103634B" w14:textId="77777777" w:rsidR="00C037B0" w:rsidRDefault="00C037B0" w:rsidP="00527473">
      <w:pPr>
        <w:spacing w:after="0"/>
        <w:jc w:val="left"/>
      </w:pPr>
      <w:r>
        <w:t>Language(s) necessary for the performance of duties</w:t>
      </w:r>
    </w:p>
    <w:p w14:paraId="2466955A" w14:textId="77777777" w:rsidR="00C037B0" w:rsidRDefault="00C037B0" w:rsidP="00527473">
      <w:pPr>
        <w:spacing w:after="0"/>
        <w:jc w:val="left"/>
      </w:pPr>
    </w:p>
    <w:p w14:paraId="5CEEA04A" w14:textId="77777777" w:rsidR="00C037B0" w:rsidRDefault="00C037B0" w:rsidP="00527473">
      <w:pPr>
        <w:spacing w:after="0"/>
        <w:jc w:val="left"/>
      </w:pPr>
      <w:r>
        <w:t>A good command of English is necessary for the performance of the duties and the efficient communication with internal and external stakeholders.</w:t>
      </w:r>
    </w:p>
    <w:p w14:paraId="0DE8C532" w14:textId="54F1D7BF"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49EE3045" w:rsidR="0017274D" w:rsidRPr="008250D4" w:rsidRDefault="00C037B0" w:rsidP="0017274D">
      <w:pPr>
        <w:spacing w:after="0"/>
        <w:jc w:val="right"/>
        <w:rPr>
          <w:sz w:val="22"/>
          <w:szCs w:val="18"/>
        </w:rPr>
      </w:pPr>
      <w:r>
        <w:rPr>
          <w:sz w:val="22"/>
          <w:szCs w:val="18"/>
        </w:rPr>
        <w:t>14/01/2026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1CD1DAA4" w14:textId="77777777" w:rsidR="00C037B0" w:rsidRDefault="00C037B0" w:rsidP="00527473">
      <w:pPr>
        <w:spacing w:after="0"/>
        <w:rPr>
          <w:lang w:val="de-DE"/>
        </w:rPr>
      </w:pPr>
      <w:r>
        <w:rPr>
          <w:lang w:val="de-DE"/>
        </w:rPr>
        <w:t xml:space="preserve">La Direction B « Programmes Industriels de Defense » a pour mission de transformer la politique en action et de mettre en œuvre le programme de politique industrielle de défense de l’UE grâce à la conception de programmes adaptés et à une mise en œuvre efficace. La direction gère les programmes industriels de défense de l’UE [le Fonds européen de la défense (FED), l’action de soutien à la production de munitions (ASAP), l’instrument visant à renforcer l’industrie européenne de la défense au moyen d’acquisitions conjointes et le programme pour l’industrie européenne de la défense (EDIP). La direction fournit également une expertise technique pour la conception future des programmes au titre du MFF 2028-2034. </w:t>
      </w:r>
    </w:p>
    <w:p w14:paraId="070CD613" w14:textId="77777777" w:rsidR="00C037B0" w:rsidRDefault="00C037B0" w:rsidP="00527473">
      <w:pPr>
        <w:spacing w:after="0"/>
        <w:rPr>
          <w:lang w:val="de-DE"/>
        </w:rPr>
      </w:pPr>
      <w:r>
        <w:rPr>
          <w:lang w:val="de-DE"/>
        </w:rPr>
        <w:t xml:space="preserve">L’unité DEFIS.B.2 (Technologie de Défense) gère la mise en œuvre des programmes industriels de défense, en mettant l’accent sur les technologies de défense et le renforcement industriel. Il s’agit notamment de technologies de défense émergentes, génériques et de rupture qui répondent à des défis pertinents dans plusieurs secteurs de défense, tels que les matériaux, le cyberespace et l’espace. L’unité est responsable de la convention de contribution entre la Commission européenne et l’Agence européenne de défense (EDA) sur la mise en œuvre indirecte des actions pour EDF </w:t>
      </w:r>
    </w:p>
    <w:p w14:paraId="6C3955CB" w14:textId="77777777" w:rsidR="00C037B0" w:rsidRDefault="00C037B0" w:rsidP="00527473">
      <w:pPr>
        <w:spacing w:after="0"/>
        <w:rPr>
          <w:lang w:val="de-DE"/>
        </w:rPr>
      </w:pPr>
      <w:r>
        <w:rPr>
          <w:lang w:val="de-DE"/>
        </w:rPr>
        <w:t>L’unité soutient le déploiement de la mise en œuvre du programme pour l’industrie européenne de la défense (EDIP) en étroite collaboration et dans un cadre flexible avec les autres unités de la direction B.</w:t>
      </w:r>
    </w:p>
    <w:p w14:paraId="6810D07E" w14:textId="127D4E81"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3AE24C88" w14:textId="77777777" w:rsidR="00C037B0" w:rsidRDefault="00C037B0" w:rsidP="00527473">
      <w:pPr>
        <w:spacing w:after="0"/>
        <w:jc w:val="left"/>
        <w:rPr>
          <w:lang w:val="de-DE"/>
        </w:rPr>
      </w:pPr>
      <w:r>
        <w:rPr>
          <w:lang w:val="de-DE"/>
        </w:rPr>
        <w:t xml:space="preserve">L’Expert National Détaché travaillera sous la supervision d’un fonctionnaire de la Commission. Sans préjudice du principe de coopération loyale entre les administrations nationales/régionales ou locales et la Commission, il s’acquitte de ses fonctions et règle sa conduite en ayant uniquement en vue les intérêts de l’Union européenne. L’Expert National Détaché ne représente pas la Commission en vue de prendre des engagements, financiers ou autres, ou de négocier en son nom. </w:t>
      </w:r>
    </w:p>
    <w:p w14:paraId="29FF6F18" w14:textId="77777777" w:rsidR="00C037B0" w:rsidRDefault="00C037B0" w:rsidP="00527473">
      <w:pPr>
        <w:spacing w:after="0"/>
        <w:jc w:val="left"/>
        <w:rPr>
          <w:lang w:val="de-DE"/>
        </w:rPr>
      </w:pPr>
      <w:r>
        <w:rPr>
          <w:lang w:val="de-DE"/>
        </w:rPr>
        <w:t xml:space="preserve">Sa tâche consistera à contribuer à la mise en œuvre du Fonds européen de la défense (EDF) et du nouveau programme pour l’industrie européenne de la défense (EDIP). Il devra maintenir un niveau élevé de connaissances dans un ou plusieurs des domaines thématiques d’EDF (notamment la supériorité de l’information et la transformation numérique) et/ou dans les domaines d’action de l’EDIP relatifs aux acquisitions conjointes et au renforcement de l’industrie. </w:t>
      </w:r>
    </w:p>
    <w:p w14:paraId="3F919BBE" w14:textId="77777777" w:rsidR="00C037B0" w:rsidRDefault="00C037B0" w:rsidP="00527473">
      <w:pPr>
        <w:spacing w:after="0"/>
        <w:jc w:val="left"/>
        <w:rPr>
          <w:lang w:val="de-DE"/>
        </w:rPr>
      </w:pPr>
      <w:r>
        <w:rPr>
          <w:lang w:val="de-DE"/>
        </w:rPr>
        <w:t>Les tâches à accomplir sont notamment les suivantes :</w:t>
      </w:r>
    </w:p>
    <w:p w14:paraId="072EC7B7" w14:textId="77777777" w:rsidR="00C037B0" w:rsidRDefault="00C037B0" w:rsidP="00527473">
      <w:pPr>
        <w:spacing w:after="0"/>
        <w:jc w:val="left"/>
        <w:rPr>
          <w:lang w:val="de-DE"/>
        </w:rPr>
      </w:pPr>
      <w:r>
        <w:rPr>
          <w:lang w:val="de-DE"/>
        </w:rPr>
        <w:t>•</w:t>
      </w:r>
      <w:r>
        <w:rPr>
          <w:lang w:val="de-DE"/>
        </w:rPr>
        <w:tab/>
        <w:t xml:space="preserve">Soutien à la gestion de projets collaboratifs de R&amp;D financés par le EDF ; notamment en ce qui concerne les technologies de défense. </w:t>
      </w:r>
    </w:p>
    <w:p w14:paraId="1209F5EE" w14:textId="77777777" w:rsidR="00C037B0" w:rsidRDefault="00C037B0" w:rsidP="00527473">
      <w:pPr>
        <w:spacing w:after="0"/>
        <w:jc w:val="left"/>
        <w:rPr>
          <w:lang w:val="de-DE"/>
        </w:rPr>
      </w:pPr>
      <w:r>
        <w:rPr>
          <w:lang w:val="de-DE"/>
        </w:rPr>
        <w:t>•</w:t>
      </w:r>
      <w:r>
        <w:rPr>
          <w:lang w:val="de-DE"/>
        </w:rPr>
        <w:tab/>
        <w:t xml:space="preserve">Soutien à la mise en œuvre d’actions qui seront financées au titre du programme pour l’industrie européenne de la défense (EDIP). </w:t>
      </w:r>
    </w:p>
    <w:p w14:paraId="63DB029D" w14:textId="77777777" w:rsidR="00C037B0" w:rsidRDefault="00C037B0" w:rsidP="00527473">
      <w:pPr>
        <w:spacing w:after="0"/>
        <w:jc w:val="left"/>
        <w:rPr>
          <w:lang w:val="de-DE"/>
        </w:rPr>
      </w:pPr>
      <w:r>
        <w:rPr>
          <w:lang w:val="de-DE"/>
        </w:rPr>
        <w:t>•</w:t>
      </w:r>
      <w:r>
        <w:rPr>
          <w:lang w:val="de-DE"/>
        </w:rPr>
        <w:tab/>
        <w:t xml:space="preserve">Préparer des notes d’information, des discours, des documents de prise de position et des notes. </w:t>
      </w:r>
    </w:p>
    <w:p w14:paraId="5696CA31" w14:textId="77777777" w:rsidR="00C037B0" w:rsidRDefault="00C037B0" w:rsidP="00527473">
      <w:pPr>
        <w:spacing w:after="0"/>
        <w:jc w:val="left"/>
        <w:rPr>
          <w:lang w:val="de-DE"/>
        </w:rPr>
      </w:pPr>
      <w:r>
        <w:rPr>
          <w:lang w:val="de-DE"/>
        </w:rPr>
        <w:t>•</w:t>
      </w:r>
      <w:r>
        <w:rPr>
          <w:lang w:val="de-DE"/>
        </w:rPr>
        <w:tab/>
        <w:t xml:space="preserve">Définir les thèmes et les domaines dans lesquels les futures actions collaboratives de R &amp; D en matière de défense sur les technologies de défense contribueront à l’élaboration de programmes de travail annuels pour le Fonds européen de la défense (EDF). </w:t>
      </w:r>
    </w:p>
    <w:p w14:paraId="42D0E2AE" w14:textId="77777777" w:rsidR="00C037B0" w:rsidRDefault="00C037B0" w:rsidP="00527473">
      <w:pPr>
        <w:spacing w:after="0"/>
        <w:jc w:val="left"/>
        <w:rPr>
          <w:lang w:val="de-DE"/>
        </w:rPr>
      </w:pPr>
      <w:r>
        <w:rPr>
          <w:lang w:val="de-DE"/>
        </w:rPr>
        <w:t>•</w:t>
      </w:r>
      <w:r>
        <w:rPr>
          <w:lang w:val="de-DE"/>
        </w:rPr>
        <w:tab/>
        <w:t xml:space="preserve">Contribuer aux politiques visant à améliorer la compétitivité, la capacité d’innovation et la résilience de la base industrielle et technologique de défense européenne. </w:t>
      </w:r>
    </w:p>
    <w:p w14:paraId="0C643691" w14:textId="77777777" w:rsidR="00C037B0" w:rsidRDefault="00C037B0" w:rsidP="00527473">
      <w:pPr>
        <w:spacing w:after="0"/>
        <w:jc w:val="left"/>
        <w:rPr>
          <w:lang w:val="de-DE"/>
        </w:rPr>
      </w:pPr>
      <w:r>
        <w:rPr>
          <w:lang w:val="de-DE"/>
        </w:rPr>
        <w:t>•</w:t>
      </w:r>
      <w:r>
        <w:rPr>
          <w:lang w:val="de-DE"/>
        </w:rPr>
        <w:tab/>
        <w:t xml:space="preserve">Présenter la politique de la DG et préparer des réunions avec les États membres, les pays tiers, l’industrie et d’autres parties prenantes externes. </w:t>
      </w:r>
    </w:p>
    <w:p w14:paraId="59404C02" w14:textId="6295156F"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2A96D229" w14:textId="77777777" w:rsidR="00C037B0" w:rsidRDefault="00C037B0" w:rsidP="00527473">
      <w:pPr>
        <w:spacing w:after="0"/>
        <w:rPr>
          <w:lang w:val="de-DE"/>
        </w:rPr>
      </w:pPr>
      <w:r>
        <w:rPr>
          <w:lang w:val="de-DE"/>
        </w:rPr>
        <w:t>Diplôme de fin d'études</w:t>
      </w:r>
    </w:p>
    <w:p w14:paraId="376C662C" w14:textId="77777777" w:rsidR="00C037B0" w:rsidRDefault="00C037B0" w:rsidP="00527473">
      <w:pPr>
        <w:spacing w:after="0"/>
        <w:rPr>
          <w:lang w:val="de-DE"/>
        </w:rPr>
      </w:pPr>
      <w:r>
        <w:rPr>
          <w:lang w:val="de-DE"/>
        </w:rPr>
        <w:t>•</w:t>
      </w:r>
      <w:r>
        <w:rPr>
          <w:lang w:val="de-DE"/>
        </w:rPr>
        <w:tab/>
        <w:t xml:space="preserve">Diplôme universitaire ou </w:t>
      </w:r>
    </w:p>
    <w:p w14:paraId="77EB64A7" w14:textId="77777777" w:rsidR="00C037B0" w:rsidRDefault="00C037B0" w:rsidP="00527473">
      <w:pPr>
        <w:spacing w:after="0"/>
        <w:rPr>
          <w:lang w:val="de-DE"/>
        </w:rPr>
      </w:pPr>
      <w:r>
        <w:rPr>
          <w:lang w:val="de-DE"/>
        </w:rPr>
        <w:t>•</w:t>
      </w:r>
      <w:r>
        <w:rPr>
          <w:lang w:val="de-DE"/>
        </w:rPr>
        <w:tab/>
        <w:t>Formation professionnelle ou expérience professionnelle de niveau équivalent dans le domaine de l'ingénierie.</w:t>
      </w:r>
    </w:p>
    <w:p w14:paraId="25FB97A1" w14:textId="77777777" w:rsidR="00C037B0" w:rsidRDefault="00C037B0" w:rsidP="00527473">
      <w:pPr>
        <w:spacing w:after="0"/>
        <w:rPr>
          <w:lang w:val="de-DE"/>
        </w:rPr>
      </w:pPr>
      <w:r>
        <w:rPr>
          <w:lang w:val="de-DE"/>
        </w:rPr>
        <w:t>Expérience professionnelle</w:t>
      </w:r>
    </w:p>
    <w:p w14:paraId="2992A3C6" w14:textId="77777777" w:rsidR="00C037B0" w:rsidRDefault="00C037B0" w:rsidP="00527473">
      <w:pPr>
        <w:spacing w:after="0"/>
        <w:rPr>
          <w:lang w:val="de-DE"/>
        </w:rPr>
      </w:pPr>
      <w:r>
        <w:rPr>
          <w:lang w:val="de-DE"/>
        </w:rPr>
        <w:t>Au moins deux ans de tâches liées à celle décrite ci-dessus.</w:t>
      </w:r>
    </w:p>
    <w:p w14:paraId="52EE2A32" w14:textId="77777777" w:rsidR="00C037B0" w:rsidRDefault="00C037B0" w:rsidP="00527473">
      <w:pPr>
        <w:spacing w:after="0"/>
        <w:rPr>
          <w:lang w:val="de-DE"/>
        </w:rPr>
      </w:pPr>
      <w:r>
        <w:rPr>
          <w:lang w:val="de-DE"/>
        </w:rPr>
        <w:t>Langue (s) nécessaire (s) pour l’accomplissement des tâches</w:t>
      </w:r>
    </w:p>
    <w:p w14:paraId="3F42815F" w14:textId="77777777" w:rsidR="00C037B0" w:rsidRDefault="00C037B0" w:rsidP="00527473">
      <w:pPr>
        <w:spacing w:after="0"/>
        <w:rPr>
          <w:lang w:val="de-DE"/>
        </w:rPr>
      </w:pPr>
      <w:r>
        <w:rPr>
          <w:lang w:val="de-DE"/>
        </w:rPr>
        <w:t>Une bonne maîtrise de l’anglais est nécessaire à l’exercice des fonctions et à une communication efficace avec les parties prenantes internes et externes.</w:t>
      </w:r>
    </w:p>
    <w:p w14:paraId="7B92B82C" w14:textId="7B760334" w:rsidR="00A95A44" w:rsidRPr="00E61551" w:rsidRDefault="00C037B0" w:rsidP="00527473">
      <w:pPr>
        <w:spacing w:after="0"/>
        <w:rPr>
          <w:lang w:val="de-DE"/>
        </w:rPr>
      </w:pPr>
      <w:r>
        <w:rPr>
          <w:lang w:val="de-DE"/>
        </w:rPr>
        <w:t>Le poste requiert des candidats qu'ils soient en possession d'une habilitation de sécurité (PSC) valide au niveau SECRET UE/EU SECRET.</w:t>
      </w: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17BCE6A4" w:rsidR="0017274D" w:rsidRPr="00E61551" w:rsidRDefault="00C037B0" w:rsidP="0017274D">
      <w:pPr>
        <w:spacing w:after="0"/>
        <w:jc w:val="right"/>
        <w:rPr>
          <w:sz w:val="22"/>
          <w:szCs w:val="18"/>
          <w:lang w:val="de-DE"/>
        </w:rPr>
      </w:pPr>
      <w:r>
        <w:rPr>
          <w:sz w:val="22"/>
          <w:szCs w:val="18"/>
          <w:lang w:val="de-DE"/>
        </w:rPr>
        <w:t>14/01/2026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652E2CF8" w14:textId="77777777" w:rsidR="00C037B0" w:rsidRDefault="00C037B0" w:rsidP="00527473">
      <w:pPr>
        <w:spacing w:after="0"/>
        <w:rPr>
          <w:lang w:val="de-DE"/>
        </w:rPr>
      </w:pPr>
      <w:r>
        <w:rPr>
          <w:lang w:val="de-DE"/>
        </w:rPr>
        <w:t xml:space="preserve">Der Auftrag des Direktorats B im Generaldirektorat DEFIS besteht darin, politische Vorgaben umzusetzen und eine Agenda für die EU-Verteidigungsindustrie zu entwickeln, die eine effektive Implementierung durch zweckgerichtete Programme gewährleistet. Das Direktorat betreut federführend EU Programme zur Förderung der EU Verteidigungsindustrie, zu denen der EU Verteidigungsfond (EVF), die Richtlinie Förderung der Produktion von Munition (ASAP) und das Förderprogramm zur Stärkung der EU Verteidigungsindustrie (EDIP) gehören. Das Direktorat beraet mit technischer Expertise auch die Gestaltung künftiger Projekte im Rahmen des mehrjährigen Finanzplans von 2028-2034 (MFF). </w:t>
      </w:r>
    </w:p>
    <w:p w14:paraId="7CE5AFAE" w14:textId="77777777" w:rsidR="00C037B0" w:rsidRDefault="00C037B0" w:rsidP="00527473">
      <w:pPr>
        <w:spacing w:after="0"/>
        <w:rPr>
          <w:lang w:val="de-DE"/>
        </w:rPr>
      </w:pPr>
      <w:r>
        <w:rPr>
          <w:lang w:val="de-DE"/>
        </w:rPr>
        <w:t>Das Referat DEFIS.B.2 ist federführend verantwortlich fuer die Umsetzung von Programmen zur Stärkung der Verteidigungsindustrie mit den Schwerpunkten Verteidigungstechnologie und Industriefoerderung. Dies umfasst neue, querschnittliche und disruptive Technologie im gesamten Spektrum verteidigungsrelevanter Themen einschließlich zahlreicher Faehigkeitsbereiche wie Material, IT/Cybertechnologie und Weltraumtechnologie. Das Referat ist ebenfalls verantwortlich für die Betreuung und Umsetzung eines Vertrages zwischen der EU-Kommission und der EU Verteidigungsagentur (EDA), der das indirekte Management von EDF Projekten regelt.</w:t>
      </w:r>
    </w:p>
    <w:p w14:paraId="2B6785AE" w14:textId="12919735" w:rsidR="00A95A44" w:rsidRDefault="00C037B0" w:rsidP="00527473">
      <w:pPr>
        <w:spacing w:after="0"/>
        <w:rPr>
          <w:lang w:val="de-DE"/>
        </w:rPr>
      </w:pPr>
      <w:r>
        <w:rPr>
          <w:lang w:val="de-DE"/>
        </w:rPr>
        <w:t xml:space="preserve">Das Referat unterstützt die Umsetzung des EDIP Programms zur Stärkung der EU Verteidigungsindustrie in enger Abstimmung mit den uebrigen Referaten des Direktorats B. </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00E2B2AA" w14:textId="77777777" w:rsidR="00C037B0" w:rsidRDefault="00C037B0" w:rsidP="00527473">
      <w:pPr>
        <w:spacing w:after="0"/>
        <w:rPr>
          <w:lang w:val="de-DE"/>
        </w:rPr>
      </w:pPr>
      <w:r>
        <w:rPr>
          <w:lang w:val="de-DE"/>
        </w:rPr>
        <w:t>Policy Officer - Verteidigungstechnologie</w:t>
      </w:r>
    </w:p>
    <w:p w14:paraId="2D78B527" w14:textId="77777777" w:rsidR="00C037B0" w:rsidRDefault="00C037B0" w:rsidP="00527473">
      <w:pPr>
        <w:spacing w:after="0"/>
        <w:rPr>
          <w:lang w:val="de-DE"/>
        </w:rPr>
      </w:pPr>
      <w:r>
        <w:rPr>
          <w:lang w:val="de-DE"/>
        </w:rPr>
        <w:t xml:space="preserve">Der nationale Experte wird einem festangestellten EU Mitarbeiter unterstellt. Ohne Ruecksicht auf die Loyalitaet gegenüber nationalen, regionalen oder lokalen Behörden des entsendenden Staates hat der Experte seine Aufgaben im besten Interesse der Europäischen Union auszuführen. Der abgeordnete nationale Experte ist nicht berechtigt, die Kommission bei Vertragsverhandlungen, rechtsverbindlichen Zusagen finanzieller oder sonstiger Natur zu vertreten. </w:t>
      </w:r>
    </w:p>
    <w:p w14:paraId="4ED838AF" w14:textId="77777777" w:rsidR="00C037B0" w:rsidRDefault="00C037B0" w:rsidP="00527473">
      <w:pPr>
        <w:spacing w:after="0"/>
        <w:rPr>
          <w:lang w:val="de-DE"/>
        </w:rPr>
      </w:pPr>
      <w:r>
        <w:rPr>
          <w:lang w:val="de-DE"/>
        </w:rPr>
        <w:t xml:space="preserve">Seine/Ihre Aufgabe wird darin bestehen, zur Umsetzung des Europäischen Verteidigungsfonds (EVF) und zu dem neuen „European Defence Industry Programme (EDIP)“ beizutragen. Er/Sie wird angehalten, einen umfangreichen Kenntnisstand in einem oder mehreren thematischen Schwerpunkten des EVF (vorrangig in den Themenbereichen “Information superiority” und “Digital transformation”) beizubehalten. Alternativ oder kumulativ dazu gilt dies auch für einen oder mehrere EDIP Schwerpunktthemen in den Bereichen der gemeinsamen Beschaffung und der Unterstützung der Industrie. </w:t>
      </w:r>
    </w:p>
    <w:p w14:paraId="174DA6E6" w14:textId="77777777" w:rsidR="00C037B0" w:rsidRDefault="00C037B0" w:rsidP="00527473">
      <w:pPr>
        <w:spacing w:after="0"/>
        <w:rPr>
          <w:lang w:val="de-DE"/>
        </w:rPr>
      </w:pPr>
    </w:p>
    <w:p w14:paraId="73D8E7EE" w14:textId="77777777" w:rsidR="00C037B0" w:rsidRDefault="00C037B0" w:rsidP="00527473">
      <w:pPr>
        <w:spacing w:after="0"/>
        <w:rPr>
          <w:lang w:val="de-DE"/>
        </w:rPr>
      </w:pPr>
      <w:r>
        <w:rPr>
          <w:lang w:val="de-DE"/>
        </w:rPr>
        <w:t>Zu dem Aufgabenbereich gehoert:</w:t>
      </w:r>
    </w:p>
    <w:p w14:paraId="25671267" w14:textId="77777777" w:rsidR="00C037B0" w:rsidRDefault="00C037B0" w:rsidP="00527473">
      <w:pPr>
        <w:spacing w:after="0"/>
        <w:rPr>
          <w:lang w:val="de-DE"/>
        </w:rPr>
      </w:pPr>
    </w:p>
    <w:p w14:paraId="06BBB295" w14:textId="77777777" w:rsidR="00C037B0" w:rsidRDefault="00C037B0" w:rsidP="00527473">
      <w:pPr>
        <w:spacing w:after="0"/>
        <w:rPr>
          <w:lang w:val="de-DE"/>
        </w:rPr>
      </w:pPr>
      <w:r>
        <w:rPr>
          <w:lang w:val="de-DE"/>
        </w:rPr>
        <w:t>•</w:t>
      </w:r>
      <w:r>
        <w:rPr>
          <w:lang w:val="de-DE"/>
        </w:rPr>
        <w:tab/>
        <w:t>Unterstützung im Projektmanagement von gemeinsamen R&amp;T Projekten, die durch den EVF gefoerdert werden und einen Bezug zu Technologien im Bereich Verteidigung haben.</w:t>
      </w:r>
    </w:p>
    <w:p w14:paraId="4D10EE9A" w14:textId="77777777" w:rsidR="00C037B0" w:rsidRDefault="00C037B0" w:rsidP="00527473">
      <w:pPr>
        <w:spacing w:after="0"/>
        <w:rPr>
          <w:lang w:val="de-DE"/>
        </w:rPr>
      </w:pPr>
      <w:r>
        <w:rPr>
          <w:lang w:val="de-DE"/>
        </w:rPr>
        <w:t>•</w:t>
      </w:r>
      <w:r>
        <w:rPr>
          <w:lang w:val="de-DE"/>
        </w:rPr>
        <w:tab/>
        <w:t>Unterstützung bei der Implementierung von Maßnahmen die durch das „European Defence Industry Programme (EDIP)“ gefördert werden.</w:t>
      </w:r>
    </w:p>
    <w:p w14:paraId="5E3C20A6" w14:textId="77777777" w:rsidR="00C037B0" w:rsidRDefault="00C037B0" w:rsidP="00527473">
      <w:pPr>
        <w:spacing w:after="0"/>
        <w:rPr>
          <w:lang w:val="de-DE"/>
        </w:rPr>
      </w:pPr>
      <w:r>
        <w:rPr>
          <w:lang w:val="de-DE"/>
        </w:rPr>
        <w:t>•</w:t>
      </w:r>
      <w:r>
        <w:rPr>
          <w:lang w:val="de-DE"/>
        </w:rPr>
        <w:tab/>
        <w:t>Vorbereitung von Briefings, Reden, Positionspapieren, Protokollen etc.</w:t>
      </w:r>
    </w:p>
    <w:p w14:paraId="3F274694" w14:textId="77777777" w:rsidR="00C037B0" w:rsidRDefault="00C037B0" w:rsidP="00527473">
      <w:pPr>
        <w:spacing w:after="0"/>
        <w:rPr>
          <w:lang w:val="de-DE"/>
        </w:rPr>
      </w:pPr>
      <w:r>
        <w:rPr>
          <w:lang w:val="de-DE"/>
        </w:rPr>
        <w:t>•</w:t>
      </w:r>
      <w:r>
        <w:rPr>
          <w:lang w:val="de-DE"/>
        </w:rPr>
        <w:tab/>
        <w:t>Entwicklung von Themenschwerpunkten und Bereichen fuer die künftige Zusammenarbeit im Bereich F&amp;E von Technologie im Verteidigungssektor. Weiterhin auch die Zuarbeit zur Gestaltung der jährlichen Arbeitsprogramme des EDF.</w:t>
      </w:r>
    </w:p>
    <w:p w14:paraId="276805BD" w14:textId="77777777" w:rsidR="00C037B0" w:rsidRDefault="00C037B0" w:rsidP="00527473">
      <w:pPr>
        <w:spacing w:after="0"/>
        <w:rPr>
          <w:lang w:val="de-DE"/>
        </w:rPr>
      </w:pPr>
      <w:r>
        <w:rPr>
          <w:lang w:val="de-DE"/>
        </w:rPr>
        <w:t>•</w:t>
      </w:r>
      <w:r>
        <w:rPr>
          <w:lang w:val="de-DE"/>
        </w:rPr>
        <w:tab/>
        <w:t>Zuarbeit im Bereich der Gestaltung von politischen Zielsetzungen zur Verbesserung der Wettbewerbsfähigkeit, Innovationsfähigkeit und Resilienz der europäischen industriellen Basis“.</w:t>
      </w:r>
    </w:p>
    <w:p w14:paraId="2BE34DBA" w14:textId="08651DF1" w:rsidR="00A95A44" w:rsidRPr="00A95A44" w:rsidRDefault="00C037B0" w:rsidP="00527473">
      <w:pPr>
        <w:spacing w:after="0"/>
        <w:rPr>
          <w:lang w:val="de-DE"/>
        </w:rPr>
      </w:pPr>
      <w:r>
        <w:rPr>
          <w:lang w:val="de-DE"/>
        </w:rPr>
        <w:t>•</w:t>
      </w:r>
      <w:r>
        <w:rPr>
          <w:lang w:val="de-DE"/>
        </w:rPr>
        <w:tab/>
        <w:t>Präsentation der politischen Zielsetzungen des Generaldirektorats und die Vorbereitung von Konferenzen mit Mitgliedsstaaten, Drittstaaten, der Industrie und anderen externen Entitäten.</w:t>
      </w: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627A85A5" w14:textId="77777777" w:rsidR="00C037B0" w:rsidRDefault="00C037B0" w:rsidP="00527473">
      <w:pPr>
        <w:spacing w:after="0"/>
        <w:rPr>
          <w:lang w:val="en-US"/>
        </w:rPr>
      </w:pPr>
      <w:r>
        <w:rPr>
          <w:lang w:val="en-US"/>
        </w:rPr>
        <w:t xml:space="preserve">Diplom </w:t>
      </w:r>
    </w:p>
    <w:p w14:paraId="11818ABB" w14:textId="77777777" w:rsidR="00C037B0" w:rsidRDefault="00C037B0" w:rsidP="00527473">
      <w:pPr>
        <w:spacing w:after="0"/>
        <w:rPr>
          <w:lang w:val="en-US"/>
        </w:rPr>
      </w:pPr>
      <w:r>
        <w:rPr>
          <w:lang w:val="en-US"/>
        </w:rPr>
        <w:t xml:space="preserve">- Universitätsabschluss oder  </w:t>
      </w:r>
    </w:p>
    <w:p w14:paraId="5CAFF469" w14:textId="77777777" w:rsidR="00C037B0" w:rsidRDefault="00C037B0" w:rsidP="00527473">
      <w:pPr>
        <w:spacing w:after="0"/>
        <w:rPr>
          <w:lang w:val="en-US"/>
        </w:rPr>
      </w:pPr>
      <w:r>
        <w:rPr>
          <w:lang w:val="en-US"/>
        </w:rPr>
        <w:t>- berufsqualifizierende Ausbildung in Verbindung mit beruflicher Erfahrung auf gleicher Ebene</w:t>
      </w:r>
    </w:p>
    <w:p w14:paraId="6C05E9D4" w14:textId="77777777" w:rsidR="00C037B0" w:rsidRDefault="00C037B0" w:rsidP="00527473">
      <w:pPr>
        <w:spacing w:after="0"/>
        <w:rPr>
          <w:lang w:val="en-US"/>
        </w:rPr>
      </w:pPr>
    </w:p>
    <w:p w14:paraId="22542E22" w14:textId="77777777" w:rsidR="00C037B0" w:rsidRDefault="00C037B0" w:rsidP="00527473">
      <w:pPr>
        <w:spacing w:after="0"/>
        <w:rPr>
          <w:lang w:val="en-US"/>
        </w:rPr>
      </w:pPr>
    </w:p>
    <w:p w14:paraId="02E17C06" w14:textId="77777777" w:rsidR="00C037B0" w:rsidRDefault="00C037B0" w:rsidP="00527473">
      <w:pPr>
        <w:spacing w:after="0"/>
        <w:rPr>
          <w:lang w:val="en-US"/>
        </w:rPr>
      </w:pPr>
      <w:r>
        <w:rPr>
          <w:lang w:val="en-US"/>
        </w:rPr>
        <w:t>Berufserfahrung</w:t>
      </w:r>
    </w:p>
    <w:p w14:paraId="3548B9DA" w14:textId="77777777" w:rsidR="00C037B0" w:rsidRDefault="00C037B0" w:rsidP="00527473">
      <w:pPr>
        <w:spacing w:after="0"/>
        <w:rPr>
          <w:lang w:val="en-US"/>
        </w:rPr>
      </w:pPr>
    </w:p>
    <w:p w14:paraId="46C22272" w14:textId="77777777" w:rsidR="00C037B0" w:rsidRDefault="00C037B0" w:rsidP="00527473">
      <w:pPr>
        <w:spacing w:after="0"/>
        <w:rPr>
          <w:lang w:val="en-US"/>
        </w:rPr>
      </w:pPr>
      <w:r>
        <w:rPr>
          <w:lang w:val="en-US"/>
        </w:rPr>
        <w:t>Ein Minimum an 2 Jahren Berufserfahrung in einem der oben dargestellten Aufgabenbereiche.</w:t>
      </w:r>
    </w:p>
    <w:p w14:paraId="26C60AFA" w14:textId="77777777" w:rsidR="00C037B0" w:rsidRDefault="00C037B0" w:rsidP="00527473">
      <w:pPr>
        <w:spacing w:after="0"/>
        <w:rPr>
          <w:lang w:val="en-US"/>
        </w:rPr>
      </w:pPr>
    </w:p>
    <w:p w14:paraId="7B95D654" w14:textId="77777777" w:rsidR="00C037B0" w:rsidRDefault="00C037B0" w:rsidP="00527473">
      <w:pPr>
        <w:spacing w:after="0"/>
        <w:rPr>
          <w:lang w:val="en-US"/>
        </w:rPr>
      </w:pPr>
      <w:r>
        <w:rPr>
          <w:lang w:val="en-US"/>
        </w:rPr>
        <w:t>Die Position erfordert eine gültige Sicherheitsueberpruefung auf der Ebene “EU Geheim/ EU Secret“.</w:t>
      </w:r>
    </w:p>
    <w:p w14:paraId="112A0ADE" w14:textId="77777777" w:rsidR="00C037B0" w:rsidRDefault="00C037B0" w:rsidP="00527473">
      <w:pPr>
        <w:spacing w:after="0"/>
        <w:rPr>
          <w:lang w:val="en-US"/>
        </w:rPr>
      </w:pPr>
    </w:p>
    <w:p w14:paraId="47FE2387" w14:textId="77777777" w:rsidR="00C037B0" w:rsidRDefault="00C037B0" w:rsidP="00527473">
      <w:pPr>
        <w:spacing w:after="0"/>
        <w:rPr>
          <w:lang w:val="en-US"/>
        </w:rPr>
      </w:pPr>
      <w:r>
        <w:rPr>
          <w:lang w:val="en-US"/>
        </w:rPr>
        <w:t>Erforderliche Sprachkenntnisse für die Wahrnehmung zugewiesener Aufgaben:</w:t>
      </w:r>
    </w:p>
    <w:p w14:paraId="23C4C0AE" w14:textId="77777777" w:rsidR="00C037B0" w:rsidRDefault="00C037B0" w:rsidP="00527473">
      <w:pPr>
        <w:spacing w:after="0"/>
        <w:rPr>
          <w:lang w:val="en-US"/>
        </w:rPr>
      </w:pPr>
    </w:p>
    <w:p w14:paraId="25B9CD52" w14:textId="77777777" w:rsidR="00C037B0" w:rsidRDefault="00C037B0" w:rsidP="00527473">
      <w:pPr>
        <w:spacing w:after="0"/>
        <w:rPr>
          <w:lang w:val="en-US"/>
        </w:rPr>
      </w:pPr>
      <w:r>
        <w:rPr>
          <w:lang w:val="en-US"/>
        </w:rPr>
        <w:t xml:space="preserve">Die gute Beherrschung der englischen Sprache ist erforderlich für die Erfüllung aller Aufgaben und die effiziente Kommunikation mit internen und externen Stellen. </w:t>
      </w:r>
    </w:p>
    <w:p w14:paraId="7DFF067A" w14:textId="5279CCFC"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lastRenderedPageBreak/>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C037B0"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C037B0"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C037B0"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C037B0"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C037B0"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C037B0"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C037B0"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C037B0"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C037B0"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C037B0"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C244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037B0"/>
    <w:rsid w:val="00C663A7"/>
    <w:rsid w:val="00C82B7A"/>
    <w:rsid w:val="00CB605F"/>
    <w:rsid w:val="00CD37A3"/>
    <w:rsid w:val="00CF1E56"/>
    <w:rsid w:val="00D048FF"/>
    <w:rsid w:val="00D2524E"/>
    <w:rsid w:val="00D2684B"/>
    <w:rsid w:val="00D32CFA"/>
    <w:rsid w:val="00DE17E2"/>
    <w:rsid w:val="00DF6F20"/>
    <w:rsid w:val="00E01D46"/>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4.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7.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2.xml><?xml version="1.0" encoding="utf-8"?>
<ds:datastoreItem xmlns:ds="http://schemas.openxmlformats.org/officeDocument/2006/customXml" ds:itemID="{CC3B9281-909B-4549-9C65-288DB635EDC4}"/>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9527879E-A095-452E-B6E3-1C85628FFB16}">
  <ds:schemaRefs/>
</ds:datastoreItem>
</file>

<file path=customXml/itemProps5.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0394DFE5-253A-4153-898E-8455850CD0E5}">
  <ds:schemaRefs/>
</ds:datastoreItem>
</file>

<file path=customXml/itemProps8.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6</Pages>
  <Words>3745</Words>
  <Characters>21351</Characters>
  <Application>Microsoft Office Word</Application>
  <DocSecurity>4</DocSecurity>
  <PresentationFormat>Microsoft Word 14.0</PresentationFormat>
  <Lines>177</Lines>
  <Paragraphs>50</Paragraphs>
  <ScaleCrop>true</ScaleCrop>
  <Company/>
  <LinksUpToDate>false</LinksUpToDate>
  <CharactersWithSpaces>25046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2026-01-14T10:36:00Z</dcterms:created>
  <dcterms:modified xsi:type="dcterms:W3CDTF">2026-01-14T10:36:00Z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